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52B5D">
        <w:rPr>
          <w:rFonts w:ascii="Arial" w:hAnsi="Arial" w:cs="Arial"/>
          <w:b/>
          <w:caps/>
          <w:sz w:val="28"/>
          <w:szCs w:val="28"/>
        </w:rPr>
        <w:t>1801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52B5D" w:rsidP="00C52B5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52B5D">
              <w:rPr>
                <w:rFonts w:ascii="Arial" w:hAnsi="Arial" w:cs="Arial"/>
                <w:sz w:val="20"/>
                <w:szCs w:val="20"/>
              </w:rPr>
              <w:t xml:space="preserve">Solicita manutenção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C52B5D">
              <w:rPr>
                <w:rFonts w:ascii="Arial" w:hAnsi="Arial" w:cs="Arial"/>
                <w:sz w:val="20"/>
                <w:szCs w:val="20"/>
              </w:rPr>
              <w:t>o bueiro existente no leito carroçável da Avenida Santa Helena, defronte do Supermercado Shibata, no Jardim Didinha.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52B5D">
        <w:rPr>
          <w:rFonts w:ascii="Arial" w:hAnsi="Arial" w:cs="Arial"/>
        </w:rPr>
        <w:t>à</w:t>
      </w:r>
      <w:r w:rsidR="00C52B5D" w:rsidRPr="00C52B5D">
        <w:rPr>
          <w:rFonts w:ascii="Arial" w:hAnsi="Arial" w:cs="Arial"/>
        </w:rPr>
        <w:t xml:space="preserve"> manutenção junto ao bueiro existente no leito carroçável da Avenida Santa Helena, defronte do Supermercado Shibata, no Jardim Didinha.</w:t>
      </w:r>
      <w:bookmarkStart w:id="0" w:name="_GoBack"/>
      <w:bookmarkEnd w:id="0"/>
    </w:p>
    <w:p w:rsidR="00C52B5D" w:rsidRDefault="00C52B5D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o referido bueiro </w:t>
      </w:r>
      <w:r w:rsidRPr="00C52B5D">
        <w:rPr>
          <w:rFonts w:ascii="Arial" w:hAnsi="Arial" w:cs="Arial"/>
        </w:rPr>
        <w:t>está afundando devido ao tráfego de veículos pesados como ônibus e caminhões.</w:t>
      </w:r>
    </w:p>
    <w:p w:rsidR="00C52B5D" w:rsidRPr="00C52B5D" w:rsidRDefault="00C52B5D" w:rsidP="00C52B5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52B5D">
        <w:rPr>
          <w:rFonts w:ascii="Arial" w:hAnsi="Arial" w:cs="Arial"/>
        </w:rPr>
        <w:t xml:space="preserve">Esclarecemos que a nossa indicação objetiva unicamente proporcionar uma maior mobilidade e segurança aos motoristas que </w:t>
      </w:r>
      <w:r>
        <w:rPr>
          <w:rFonts w:ascii="Arial" w:hAnsi="Arial" w:cs="Arial"/>
        </w:rPr>
        <w:t xml:space="preserve">se </w:t>
      </w:r>
      <w:r w:rsidRPr="00C52B5D">
        <w:rPr>
          <w:rFonts w:ascii="Arial" w:hAnsi="Arial" w:cs="Arial"/>
        </w:rPr>
        <w:t xml:space="preserve">utilizam </w:t>
      </w:r>
      <w:r>
        <w:rPr>
          <w:rFonts w:ascii="Arial" w:hAnsi="Arial" w:cs="Arial"/>
        </w:rPr>
        <w:t xml:space="preserve">das </w:t>
      </w:r>
      <w:r w:rsidRPr="00C52B5D">
        <w:rPr>
          <w:rFonts w:ascii="Arial" w:hAnsi="Arial" w:cs="Arial"/>
        </w:rPr>
        <w:t xml:space="preserve">vias públicas. </w:t>
      </w:r>
    </w:p>
    <w:p w:rsidR="003A77BE" w:rsidRPr="001840AD" w:rsidRDefault="00C52B5D" w:rsidP="00C52B5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52B5D">
        <w:rPr>
          <w:rFonts w:ascii="Arial" w:hAnsi="Arial" w:cs="Arial"/>
        </w:rPr>
        <w:t>Desta forma, mui respeitosamente acionamos a Administração Municipal e agradecemos por seu empenho para que a situação que se apresenta seja devidamente considerada e atendida.</w:t>
      </w:r>
    </w:p>
    <w:p w:rsidR="00C52B5D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52B5D">
        <w:rPr>
          <w:rFonts w:ascii="Arial" w:hAnsi="Arial" w:cs="Arial"/>
        </w:rPr>
        <w:t>15 de agosto de 2018.</w:t>
      </w:r>
    </w:p>
    <w:p w:rsidR="00C52B5D" w:rsidRDefault="00C52B5D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B5D" w:rsidRDefault="00C52B5D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B5D" w:rsidRDefault="00C52B5D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B5D" w:rsidRDefault="00C52B5D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C52B5D" w:rsidRPr="00A34F2C" w:rsidRDefault="00C52B5D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C52B5D" w:rsidRDefault="00C52B5D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C52B5D" w:rsidRDefault="00C52B5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52B5D" w:rsidRDefault="00C52B5D" w:rsidP="00C52B5D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35075599">
            <wp:extent cx="2933700" cy="4450080"/>
            <wp:effectExtent l="0" t="0" r="0" b="762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445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t-BR"/>
        </w:rPr>
        <w:drawing>
          <wp:inline distT="0" distB="0" distL="0" distR="0" wp14:anchorId="30833158">
            <wp:extent cx="2933700" cy="4434840"/>
            <wp:effectExtent l="0" t="0" r="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4434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2B5D" w:rsidRPr="00C52B5D" w:rsidRDefault="00C52B5D" w:rsidP="00C52B5D">
      <w:pPr>
        <w:pStyle w:val="Pr-Fotos"/>
        <w:rPr>
          <w:i/>
        </w:rPr>
      </w:pPr>
      <w:r w:rsidRPr="00C52B5D">
        <w:rPr>
          <w:b/>
          <w:i/>
        </w:rPr>
        <w:t>FOTOS:</w:t>
      </w:r>
      <w:r w:rsidRPr="00C52B5D">
        <w:rPr>
          <w:i/>
        </w:rPr>
        <w:t xml:space="preserve"> Bueiro da Avenida Santa Helena, defronte do Supermercado Shibata, no Jardim Didinha.</w:t>
      </w:r>
    </w:p>
    <w:sectPr w:rsidR="00C52B5D" w:rsidRPr="00C52B5D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737" w:rsidRDefault="00C84737">
      <w:r>
        <w:separator/>
      </w:r>
    </w:p>
  </w:endnote>
  <w:endnote w:type="continuationSeparator" w:id="0">
    <w:p w:rsidR="00C84737" w:rsidRDefault="00C84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737" w:rsidRDefault="00C84737">
      <w:r>
        <w:separator/>
      </w:r>
    </w:p>
  </w:footnote>
  <w:footnote w:type="continuationSeparator" w:id="0">
    <w:p w:rsidR="00C84737" w:rsidRDefault="00C847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B5D">
      <w:rPr>
        <w:rFonts w:ascii="Arial" w:hAnsi="Arial" w:cs="Arial"/>
        <w:b/>
        <w:sz w:val="20"/>
        <w:szCs w:val="20"/>
        <w:u w:val="single"/>
      </w:rPr>
      <w:t>1801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C52B5D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30CE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30CE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30CEC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B5D"/>
    <w:rsid w:val="00C7080A"/>
    <w:rsid w:val="00C76263"/>
    <w:rsid w:val="00C84737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E901F-ABB4-40CE-86B2-CF22B084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176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2018-08-13T19:16:00Z</cp:lastPrinted>
  <dcterms:created xsi:type="dcterms:W3CDTF">2018-08-13T19:16:00Z</dcterms:created>
  <dcterms:modified xsi:type="dcterms:W3CDTF">2018-08-13T19:16:00Z</dcterms:modified>
</cp:coreProperties>
</file>